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BC123" w14:textId="3F53E353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8F6153">
        <w:rPr>
          <w:rFonts w:asciiTheme="minorHAnsi" w:hAnsiTheme="minorHAnsi" w:cstheme="minorHAnsi"/>
          <w:position w:val="6"/>
          <w:sz w:val="22"/>
          <w:szCs w:val="22"/>
        </w:rPr>
        <w:t>20</w:t>
      </w:r>
      <w:r w:rsidR="00675329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8F6153">
        <w:rPr>
          <w:rFonts w:asciiTheme="minorHAnsi" w:hAnsiTheme="minorHAnsi" w:cstheme="minorHAnsi"/>
          <w:position w:val="6"/>
          <w:sz w:val="22"/>
          <w:szCs w:val="22"/>
        </w:rPr>
        <w:t>11</w:t>
      </w:r>
      <w:r w:rsidR="00675329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>202</w:t>
      </w:r>
      <w:r w:rsidR="00C03999">
        <w:rPr>
          <w:rFonts w:asciiTheme="minorHAnsi" w:hAnsiTheme="minorHAnsi" w:cstheme="minorHAnsi"/>
          <w:position w:val="6"/>
          <w:sz w:val="22"/>
          <w:szCs w:val="22"/>
        </w:rPr>
        <w:t>5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>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627ED3C7" w14:textId="77777777" w:rsidR="00EC1902" w:rsidRDefault="009A05B1" w:rsidP="00474F50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E302B2">
        <w:rPr>
          <w:rStyle w:val="Uwydatnienie"/>
          <w:rFonts w:asciiTheme="minorHAnsi" w:hAnsiTheme="minorHAnsi" w:cstheme="minorHAnsi"/>
          <w:sz w:val="22"/>
          <w:szCs w:val="22"/>
        </w:rPr>
        <w:t>:</w:t>
      </w:r>
      <w:bookmarkStart w:id="1" w:name="_Hlk143158330"/>
    </w:p>
    <w:p w14:paraId="34C37902" w14:textId="77777777" w:rsidR="00D22249" w:rsidRDefault="00D22249" w:rsidP="00D22249">
      <w:pPr>
        <w:rPr>
          <w:rFonts w:ascii="Arial" w:eastAsia="Calibri" w:hAnsi="Arial" w:cs="Arial"/>
          <w:b/>
          <w:iCs/>
          <w:sz w:val="18"/>
          <w:szCs w:val="18"/>
        </w:rPr>
      </w:pPr>
    </w:p>
    <w:p w14:paraId="157CAE8A" w14:textId="7AD9DF50" w:rsidR="003C4F0E" w:rsidRPr="00474F50" w:rsidRDefault="00C03999" w:rsidP="00D22249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="Arial" w:eastAsia="Calibri" w:hAnsi="Arial" w:cs="Arial"/>
          <w:b/>
          <w:iCs/>
          <w:sz w:val="18"/>
          <w:szCs w:val="18"/>
        </w:rPr>
        <w:t>R</w:t>
      </w:r>
      <w:r w:rsidR="00CF6A61">
        <w:rPr>
          <w:rFonts w:ascii="Arial" w:eastAsia="Calibri" w:hAnsi="Arial" w:cs="Arial"/>
          <w:b/>
          <w:iCs/>
          <w:sz w:val="18"/>
          <w:szCs w:val="18"/>
        </w:rPr>
        <w:t>emont</w:t>
      </w:r>
      <w:r w:rsidR="00B21ECC">
        <w:rPr>
          <w:rFonts w:ascii="Arial" w:eastAsia="Calibri" w:hAnsi="Arial" w:cs="Arial"/>
          <w:b/>
          <w:iCs/>
          <w:sz w:val="18"/>
          <w:szCs w:val="18"/>
        </w:rPr>
        <w:t xml:space="preserve"> </w:t>
      </w:r>
      <w:r w:rsidR="00F45EB9">
        <w:rPr>
          <w:rFonts w:ascii="Arial" w:eastAsia="Calibri" w:hAnsi="Arial" w:cs="Arial"/>
          <w:b/>
          <w:iCs/>
          <w:sz w:val="18"/>
          <w:szCs w:val="18"/>
        </w:rPr>
        <w:t>stacji transformatorow</w:t>
      </w:r>
      <w:r w:rsidR="00C90489">
        <w:rPr>
          <w:rFonts w:ascii="Arial" w:eastAsia="Calibri" w:hAnsi="Arial" w:cs="Arial"/>
          <w:b/>
          <w:iCs/>
          <w:sz w:val="18"/>
          <w:szCs w:val="18"/>
        </w:rPr>
        <w:t>ych</w:t>
      </w:r>
      <w:r w:rsidR="00F45EB9">
        <w:rPr>
          <w:rFonts w:ascii="Arial" w:eastAsia="Calibri" w:hAnsi="Arial" w:cs="Arial"/>
          <w:b/>
          <w:iCs/>
          <w:sz w:val="18"/>
          <w:szCs w:val="18"/>
        </w:rPr>
        <w:t xml:space="preserve"> ST</w:t>
      </w:r>
      <w:r w:rsidR="00DC0783">
        <w:rPr>
          <w:rFonts w:ascii="Arial" w:eastAsia="Calibri" w:hAnsi="Arial" w:cs="Arial"/>
          <w:b/>
          <w:iCs/>
          <w:sz w:val="18"/>
          <w:szCs w:val="18"/>
        </w:rPr>
        <w:t xml:space="preserve"> 2-7-9 i ST 2-7-10 Grudziądz</w:t>
      </w:r>
    </w:p>
    <w:bookmarkEnd w:id="0"/>
    <w:bookmarkEnd w:id="1"/>
    <w:p w14:paraId="3FD04082" w14:textId="77777777" w:rsidR="002228DA" w:rsidRPr="00E302B2" w:rsidRDefault="002228DA" w:rsidP="001D50BF">
      <w:pPr>
        <w:spacing w:line="360" w:lineRule="auto"/>
        <w:jc w:val="center"/>
        <w:rPr>
          <w:rStyle w:val="Uwydatnienie"/>
          <w:rFonts w:asciiTheme="minorHAnsi" w:hAnsiTheme="minorHAnsi" w:cstheme="minorHAnsi"/>
          <w:sz w:val="22"/>
          <w:szCs w:val="22"/>
        </w:rPr>
      </w:pPr>
    </w:p>
    <w:p w14:paraId="6B24ED4B" w14:textId="0682A412" w:rsidR="009A05B1" w:rsidRPr="00E302B2" w:rsidRDefault="009A05B1" w:rsidP="00CA33B2">
      <w:pPr>
        <w:pStyle w:val="Akapitzlist"/>
        <w:numPr>
          <w:ilvl w:val="0"/>
          <w:numId w:val="10"/>
        </w:numPr>
        <w:spacing w:after="120" w:line="240" w:lineRule="auto"/>
        <w:ind w:left="568" w:hanging="284"/>
        <w:rPr>
          <w:rFonts w:cstheme="minorHAnsi"/>
          <w:i/>
          <w:iCs/>
        </w:rPr>
      </w:pPr>
      <w:bookmarkStart w:id="2" w:name="_Hlk142900348"/>
      <w:r w:rsidRPr="00E302B2">
        <w:rPr>
          <w:rFonts w:cstheme="minorHAnsi"/>
          <w:b/>
          <w:bCs/>
        </w:rPr>
        <w:t>Informacje ogólne:</w:t>
      </w:r>
    </w:p>
    <w:bookmarkEnd w:id="2"/>
    <w:p w14:paraId="40FCF698" w14:textId="478AE552" w:rsidR="00A47C45" w:rsidRPr="00E302B2" w:rsidRDefault="00A10D1B" w:rsidP="001D50BF">
      <w:pPr>
        <w:spacing w:line="360" w:lineRule="auto"/>
        <w:ind w:firstLine="567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PGE Energetyka Kolejowa S.A.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A47C45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poszukuje Wykonawcy prac zgodnie z opisem poniżej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tbl>
      <w:tblPr>
        <w:tblStyle w:val="Tabela-Siatka"/>
        <w:tblW w:w="9498" w:type="dxa"/>
        <w:tblInd w:w="562" w:type="dxa"/>
        <w:tblLook w:val="04A0" w:firstRow="1" w:lastRow="0" w:firstColumn="1" w:lastColumn="0" w:noHBand="0" w:noVBand="1"/>
      </w:tblPr>
      <w:tblGrid>
        <w:gridCol w:w="567"/>
        <w:gridCol w:w="3686"/>
        <w:gridCol w:w="5245"/>
      </w:tblGrid>
      <w:tr w:rsidR="001D50BF" w:rsidRPr="00E302B2" w14:paraId="47CC94D4" w14:textId="77777777" w:rsidTr="00CA093E">
        <w:tc>
          <w:tcPr>
            <w:tcW w:w="567" w:type="dxa"/>
            <w:vAlign w:val="center"/>
          </w:tcPr>
          <w:p w14:paraId="7C50D246" w14:textId="3178A255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a)</w:t>
            </w:r>
          </w:p>
        </w:tc>
        <w:tc>
          <w:tcPr>
            <w:tcW w:w="3686" w:type="dxa"/>
            <w:vAlign w:val="center"/>
          </w:tcPr>
          <w:p w14:paraId="439FB8B9" w14:textId="30394E7B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Inwestor:</w:t>
            </w:r>
          </w:p>
        </w:tc>
        <w:tc>
          <w:tcPr>
            <w:tcW w:w="5245" w:type="dxa"/>
            <w:vAlign w:val="center"/>
          </w:tcPr>
          <w:p w14:paraId="617E5D42" w14:textId="241D6FA8" w:rsidR="001D50BF" w:rsidRPr="00E302B2" w:rsidRDefault="0052664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Obsługa </w:t>
            </w:r>
            <w:r w:rsid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3AA9C868" w14:textId="77777777" w:rsidTr="00CA093E">
        <w:tc>
          <w:tcPr>
            <w:tcW w:w="567" w:type="dxa"/>
            <w:vAlign w:val="center"/>
          </w:tcPr>
          <w:p w14:paraId="0E76596B" w14:textId="3F9101DA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b)</w:t>
            </w:r>
          </w:p>
        </w:tc>
        <w:tc>
          <w:tcPr>
            <w:tcW w:w="3686" w:type="dxa"/>
            <w:vAlign w:val="center"/>
          </w:tcPr>
          <w:p w14:paraId="6D510D86" w14:textId="31E99E27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Generalny Wykonawca:</w:t>
            </w:r>
          </w:p>
        </w:tc>
        <w:tc>
          <w:tcPr>
            <w:tcW w:w="5245" w:type="dxa"/>
            <w:vAlign w:val="center"/>
          </w:tcPr>
          <w:p w14:paraId="5980BB99" w14:textId="3922497B" w:rsidR="001D50BF" w:rsidRPr="00E302B2" w:rsidRDefault="009B47C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-----------</w:t>
            </w:r>
          </w:p>
        </w:tc>
      </w:tr>
      <w:tr w:rsidR="001D50BF" w:rsidRPr="00E302B2" w14:paraId="2791996E" w14:textId="77777777" w:rsidTr="00CA093E">
        <w:tc>
          <w:tcPr>
            <w:tcW w:w="567" w:type="dxa"/>
            <w:vAlign w:val="center"/>
          </w:tcPr>
          <w:p w14:paraId="1E79FFDF" w14:textId="5098BEBB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c)</w:t>
            </w:r>
          </w:p>
        </w:tc>
        <w:tc>
          <w:tcPr>
            <w:tcW w:w="3686" w:type="dxa"/>
            <w:vAlign w:val="center"/>
          </w:tcPr>
          <w:p w14:paraId="4959C96E" w14:textId="2FBDF936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Podmiot prowadzący postępowanie zakupowe:</w:t>
            </w:r>
          </w:p>
        </w:tc>
        <w:tc>
          <w:tcPr>
            <w:tcW w:w="5245" w:type="dxa"/>
            <w:vAlign w:val="center"/>
          </w:tcPr>
          <w:p w14:paraId="14915C60" w14:textId="1684509A" w:rsidR="001D50BF" w:rsidRPr="003C4F0E" w:rsidRDefault="003C4F0E" w:rsidP="003C4F0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bookmarkStart w:id="3" w:name="_Hlk146099689"/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</w:t>
            </w:r>
            <w:r w:rsidRP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Kolejowa</w:t>
            </w:r>
            <w:r w:rsidR="00424257" w:rsidRP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Holding</w:t>
            </w:r>
            <w:r w:rsidRP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 w:rsidRP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Sp. z o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.o.</w:t>
            </w:r>
            <w:bookmarkEnd w:id="3"/>
          </w:p>
        </w:tc>
      </w:tr>
      <w:tr w:rsidR="001D50BF" w:rsidRPr="00E302B2" w14:paraId="5B550DD3" w14:textId="77777777" w:rsidTr="00CA093E">
        <w:tc>
          <w:tcPr>
            <w:tcW w:w="567" w:type="dxa"/>
            <w:vAlign w:val="center"/>
          </w:tcPr>
          <w:p w14:paraId="17B7E08A" w14:textId="5792F723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d)</w:t>
            </w:r>
          </w:p>
        </w:tc>
        <w:tc>
          <w:tcPr>
            <w:tcW w:w="3686" w:type="dxa"/>
            <w:vAlign w:val="center"/>
          </w:tcPr>
          <w:p w14:paraId="042DBDDE" w14:textId="5E90E71A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umowy (Zamawiający):</w:t>
            </w:r>
          </w:p>
        </w:tc>
        <w:tc>
          <w:tcPr>
            <w:tcW w:w="5245" w:type="dxa"/>
            <w:vAlign w:val="center"/>
          </w:tcPr>
          <w:p w14:paraId="69D995CF" w14:textId="00E0D4FE" w:rsidR="00C27955" w:rsidRPr="00E302B2" w:rsidRDefault="006C4A95" w:rsidP="00C27955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Obsługa </w:t>
            </w:r>
            <w:r w:rsid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1D9828C2" w14:textId="77777777" w:rsidTr="00CA093E">
        <w:tc>
          <w:tcPr>
            <w:tcW w:w="567" w:type="dxa"/>
            <w:vAlign w:val="center"/>
          </w:tcPr>
          <w:p w14:paraId="69003982" w14:textId="2C76BB16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e)</w:t>
            </w:r>
          </w:p>
        </w:tc>
        <w:tc>
          <w:tcPr>
            <w:tcW w:w="3686" w:type="dxa"/>
            <w:vAlign w:val="center"/>
          </w:tcPr>
          <w:p w14:paraId="48AB129B" w14:textId="0494EAC9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Przedmiot zamówienia:</w:t>
            </w:r>
          </w:p>
        </w:tc>
        <w:tc>
          <w:tcPr>
            <w:tcW w:w="5245" w:type="dxa"/>
            <w:vAlign w:val="center"/>
          </w:tcPr>
          <w:p w14:paraId="65F5B11A" w14:textId="6CEC090F" w:rsidR="003C4F0E" w:rsidRPr="004D394B" w:rsidRDefault="00CF6A61" w:rsidP="004D2622">
            <w:pPr>
              <w:spacing w:line="240" w:lineRule="auto"/>
              <w:rPr>
                <w:rStyle w:val="Uwydatnienie"/>
                <w:rFonts w:cstheme="minorHAnsi"/>
                <w:bCs/>
                <w:i w:val="0"/>
                <w:iCs w:val="0"/>
                <w:sz w:val="22"/>
                <w:szCs w:val="22"/>
              </w:rPr>
            </w:pPr>
            <w:r w:rsidRPr="00CF6A61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R</w:t>
            </w:r>
            <w:r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emont</w:t>
            </w:r>
            <w:r w:rsidR="00B21ECC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 xml:space="preserve"> </w:t>
            </w:r>
            <w:r w:rsidR="00C90489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stacji transformatorowych ST</w:t>
            </w:r>
            <w:r w:rsidR="00DC0783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 xml:space="preserve"> 2-7-9 i ST 2-7-10 Grudziądz</w:t>
            </w:r>
          </w:p>
        </w:tc>
      </w:tr>
      <w:tr w:rsidR="003A5AEE" w:rsidRPr="00E302B2" w14:paraId="2F4F5A48" w14:textId="77777777" w:rsidTr="00CA093E">
        <w:tc>
          <w:tcPr>
            <w:tcW w:w="567" w:type="dxa"/>
            <w:vAlign w:val="center"/>
          </w:tcPr>
          <w:p w14:paraId="127BD717" w14:textId="3F80ED8C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f</w:t>
            </w:r>
            <w:r>
              <w:rPr>
                <w:rStyle w:val="Uwydatnienie"/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3F755F6" w14:textId="0DC73C91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F07CC6">
              <w:rPr>
                <w:rFonts w:cstheme="minorHAnsi"/>
                <w:i/>
                <w:iCs/>
                <w:sz w:val="21"/>
                <w:szCs w:val="21"/>
              </w:rPr>
              <w:t>Z</w:t>
            </w:r>
            <w:r w:rsidRPr="00F07CC6">
              <w:rPr>
                <w:i/>
                <w:iCs/>
                <w:sz w:val="21"/>
                <w:szCs w:val="21"/>
              </w:rPr>
              <w:t xml:space="preserve">adania </w:t>
            </w:r>
            <w:r w:rsidR="00B61753">
              <w:rPr>
                <w:i/>
                <w:iCs/>
                <w:sz w:val="21"/>
                <w:szCs w:val="21"/>
              </w:rPr>
              <w:t>Wykonawcy</w:t>
            </w:r>
            <w:r w:rsidR="00D746CB">
              <w:rPr>
                <w:i/>
                <w:iCs/>
                <w:sz w:val="21"/>
                <w:szCs w:val="21"/>
              </w:rPr>
              <w:t>:</w:t>
            </w:r>
          </w:p>
        </w:tc>
        <w:tc>
          <w:tcPr>
            <w:tcW w:w="5245" w:type="dxa"/>
            <w:vAlign w:val="center"/>
          </w:tcPr>
          <w:p w14:paraId="66116A5E" w14:textId="392F8B4B" w:rsidR="00675329" w:rsidRPr="00C90489" w:rsidRDefault="00CF6A61" w:rsidP="00C90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i/>
                <w:iCs/>
                <w:color w:val="000000"/>
                <w:sz w:val="23"/>
                <w:szCs w:val="23"/>
              </w:rPr>
            </w:pPr>
            <w:r w:rsidRPr="00C90489">
              <w:rPr>
                <w:rFonts w:cstheme="minorHAnsi"/>
                <w:i/>
                <w:iCs/>
                <w:color w:val="000000"/>
                <w:sz w:val="23"/>
                <w:szCs w:val="23"/>
              </w:rPr>
              <w:t>Remont</w:t>
            </w:r>
            <w:r w:rsidR="00C90489" w:rsidRPr="00C90489">
              <w:rPr>
                <w:rFonts w:cstheme="minorHAnsi"/>
                <w:i/>
                <w:iCs/>
                <w:color w:val="000000"/>
                <w:sz w:val="23"/>
                <w:szCs w:val="23"/>
              </w:rPr>
              <w:t xml:space="preserve"> </w:t>
            </w:r>
            <w:r w:rsidR="00C90489" w:rsidRPr="00C90489">
              <w:rPr>
                <w:rFonts w:eastAsia="Calibri" w:cstheme="minorHAnsi"/>
                <w:i/>
                <w:iCs/>
                <w:sz w:val="23"/>
                <w:szCs w:val="23"/>
              </w:rPr>
              <w:t>stacji transformatorowych ST</w:t>
            </w:r>
            <w:r w:rsidR="00DC0783">
              <w:rPr>
                <w:rFonts w:eastAsia="Calibri" w:cstheme="minorHAnsi"/>
                <w:i/>
                <w:iCs/>
                <w:sz w:val="23"/>
                <w:szCs w:val="23"/>
              </w:rPr>
              <w:t xml:space="preserve"> 2-7-9 i ST 2-7-10 Grudziądz</w:t>
            </w:r>
          </w:p>
          <w:p w14:paraId="32A99895" w14:textId="6A102576" w:rsidR="003A5AEE" w:rsidRPr="00895091" w:rsidRDefault="00895091" w:rsidP="00895091">
            <w:pPr>
              <w:autoSpaceDE w:val="0"/>
              <w:autoSpaceDN w:val="0"/>
              <w:adjustRightInd w:val="0"/>
              <w:rPr>
                <w:rStyle w:val="Uwydatnienie"/>
                <w:color w:val="000000"/>
                <w:sz w:val="23"/>
                <w:szCs w:val="23"/>
              </w:rPr>
            </w:pPr>
            <w:r w:rsidRPr="009C3B5E">
              <w:rPr>
                <w:rFonts w:cstheme="minorHAnsi"/>
                <w:i/>
                <w:iCs/>
                <w:color w:val="000000"/>
                <w:sz w:val="23"/>
                <w:szCs w:val="23"/>
              </w:rPr>
              <w:t>Zakres prac zgodny z załącznikiem</w:t>
            </w:r>
            <w:r w:rsidR="003E5074" w:rsidRPr="009C3B5E">
              <w:rPr>
                <w:rFonts w:cstheme="minorHAnsi"/>
                <w:i/>
                <w:iCs/>
                <w:color w:val="000000"/>
                <w:sz w:val="23"/>
                <w:szCs w:val="23"/>
              </w:rPr>
              <w:t xml:space="preserve"> nr 1</w:t>
            </w:r>
            <w:r w:rsidR="00F45EB9">
              <w:rPr>
                <w:rFonts w:cstheme="minorHAnsi"/>
                <w:i/>
                <w:iCs/>
                <w:color w:val="000000"/>
                <w:sz w:val="23"/>
                <w:szCs w:val="23"/>
              </w:rPr>
              <w:t>,</w:t>
            </w:r>
            <w:r w:rsidR="007C44A5">
              <w:rPr>
                <w:rFonts w:cstheme="minorHAnsi"/>
                <w:i/>
                <w:iCs/>
                <w:color w:val="000000"/>
                <w:sz w:val="23"/>
                <w:szCs w:val="23"/>
              </w:rPr>
              <w:t xml:space="preserve"> 2</w:t>
            </w:r>
            <w:r w:rsidR="00F45EB9">
              <w:rPr>
                <w:rFonts w:cstheme="minorHAnsi"/>
                <w:i/>
                <w:iCs/>
                <w:color w:val="000000"/>
                <w:sz w:val="23"/>
                <w:szCs w:val="23"/>
              </w:rPr>
              <w:t>, 3, 4</w:t>
            </w:r>
            <w:r w:rsidR="007C44A5">
              <w:rPr>
                <w:rFonts w:cstheme="minorHAnsi"/>
                <w:i/>
                <w:iCs/>
                <w:color w:val="000000"/>
                <w:sz w:val="23"/>
                <w:szCs w:val="23"/>
              </w:rPr>
              <w:t xml:space="preserve"> </w:t>
            </w:r>
            <w:r w:rsidRPr="009C3B5E">
              <w:rPr>
                <w:rFonts w:cstheme="minorHAnsi"/>
                <w:i/>
                <w:iCs/>
                <w:color w:val="000000"/>
                <w:sz w:val="23"/>
                <w:szCs w:val="23"/>
              </w:rPr>
              <w:t>do OPZ</w:t>
            </w:r>
          </w:p>
        </w:tc>
      </w:tr>
      <w:tr w:rsidR="003A5AEE" w:rsidRPr="00E302B2" w14:paraId="52CA4562" w14:textId="77777777" w:rsidTr="00CA093E">
        <w:tc>
          <w:tcPr>
            <w:tcW w:w="567" w:type="dxa"/>
            <w:vAlign w:val="center"/>
          </w:tcPr>
          <w:p w14:paraId="71606D0B" w14:textId="1DC21585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B4445A5" w14:textId="4AA34167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odpowiedzialna za zapewnienie materiałów i urządzeń:</w:t>
            </w:r>
          </w:p>
        </w:tc>
        <w:tc>
          <w:tcPr>
            <w:tcW w:w="5245" w:type="dxa"/>
            <w:vAlign w:val="center"/>
          </w:tcPr>
          <w:p w14:paraId="25308E27" w14:textId="7557AF1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Wykonawca</w:t>
            </w:r>
          </w:p>
        </w:tc>
      </w:tr>
      <w:tr w:rsidR="003A5AEE" w:rsidRPr="00E302B2" w14:paraId="1E0252C3" w14:textId="77777777" w:rsidTr="00CA093E">
        <w:tc>
          <w:tcPr>
            <w:tcW w:w="567" w:type="dxa"/>
            <w:vAlign w:val="center"/>
          </w:tcPr>
          <w:p w14:paraId="1CE2F122" w14:textId="64FA2DD0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h)</w:t>
            </w:r>
          </w:p>
        </w:tc>
        <w:tc>
          <w:tcPr>
            <w:tcW w:w="3686" w:type="dxa"/>
            <w:vAlign w:val="center"/>
          </w:tcPr>
          <w:p w14:paraId="49496B09" w14:textId="4B2505D4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Lokalizacja zadania:</w:t>
            </w:r>
          </w:p>
        </w:tc>
        <w:tc>
          <w:tcPr>
            <w:tcW w:w="5245" w:type="dxa"/>
            <w:vAlign w:val="center"/>
          </w:tcPr>
          <w:p w14:paraId="3ACE1EEC" w14:textId="508437D7" w:rsidR="001673CB" w:rsidRPr="00DC0783" w:rsidRDefault="00C90489" w:rsidP="001673CB">
            <w:pPr>
              <w:spacing w:after="0"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DC078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Pr="00DC0783">
              <w:rPr>
                <w:rStyle w:val="Uwydatnienie"/>
                <w:i w:val="0"/>
                <w:iCs w:val="0"/>
                <w:sz w:val="22"/>
                <w:szCs w:val="22"/>
              </w:rPr>
              <w:t>T 2-</w:t>
            </w:r>
            <w:r w:rsidR="00DC0783" w:rsidRPr="00DC0783">
              <w:rPr>
                <w:rStyle w:val="Uwydatnienie"/>
                <w:i w:val="0"/>
                <w:iCs w:val="0"/>
                <w:sz w:val="22"/>
                <w:szCs w:val="22"/>
              </w:rPr>
              <w:t>7-9</w:t>
            </w:r>
            <w:r w:rsidRPr="00DC0783">
              <w:rPr>
                <w:rStyle w:val="Uwydatnienie"/>
                <w:i w:val="0"/>
                <w:iCs w:val="0"/>
                <w:sz w:val="22"/>
                <w:szCs w:val="22"/>
              </w:rPr>
              <w:t xml:space="preserve"> - </w:t>
            </w:r>
            <w:r w:rsidR="00EC1902" w:rsidRPr="00DC078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N:</w:t>
            </w:r>
            <w:r w:rsidR="00542CCB" w:rsidRPr="00DC078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DC0783" w:rsidRPr="00DC0783">
              <w:rPr>
                <w:rFonts w:cstheme="minorHAnsi"/>
                <w:sz w:val="22"/>
                <w:szCs w:val="22"/>
              </w:rPr>
              <w:t>53.48272880</w:t>
            </w:r>
            <w:r w:rsidR="001673CB" w:rsidRPr="00DC078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; E: </w:t>
            </w:r>
            <w:r w:rsidR="00DC0783" w:rsidRPr="00DC0783">
              <w:rPr>
                <w:rFonts w:cstheme="minorHAnsi"/>
                <w:sz w:val="22"/>
                <w:szCs w:val="22"/>
              </w:rPr>
              <w:t>18.75605013</w:t>
            </w:r>
          </w:p>
          <w:p w14:paraId="209C0F43" w14:textId="19CDFF32" w:rsidR="00F45EB9" w:rsidRPr="00E302B2" w:rsidRDefault="00C90489" w:rsidP="001673CB">
            <w:pPr>
              <w:spacing w:after="0"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DC078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Pr="00DC0783">
              <w:rPr>
                <w:rStyle w:val="Uwydatnienie"/>
                <w:i w:val="0"/>
                <w:iCs w:val="0"/>
                <w:sz w:val="22"/>
                <w:szCs w:val="22"/>
              </w:rPr>
              <w:t>T 2-</w:t>
            </w:r>
            <w:r w:rsidR="00DC0783" w:rsidRPr="00DC0783">
              <w:rPr>
                <w:rStyle w:val="Uwydatnienie"/>
                <w:i w:val="0"/>
                <w:iCs w:val="0"/>
                <w:sz w:val="22"/>
                <w:szCs w:val="22"/>
              </w:rPr>
              <w:t>7-10</w:t>
            </w:r>
            <w:r w:rsidRPr="00DC0783">
              <w:rPr>
                <w:rStyle w:val="Uwydatnienie"/>
                <w:i w:val="0"/>
                <w:iCs w:val="0"/>
                <w:sz w:val="22"/>
                <w:szCs w:val="22"/>
              </w:rPr>
              <w:t xml:space="preserve"> - </w:t>
            </w:r>
            <w:r w:rsidR="00F640D8" w:rsidRPr="00DC078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N: </w:t>
            </w:r>
            <w:r w:rsidR="00DC0783" w:rsidRPr="00DC0783">
              <w:rPr>
                <w:rFonts w:cstheme="minorHAnsi"/>
                <w:sz w:val="22"/>
                <w:szCs w:val="22"/>
              </w:rPr>
              <w:t>53.48250974</w:t>
            </w:r>
            <w:r w:rsidR="00F640D8" w:rsidRPr="00DC078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; E: </w:t>
            </w:r>
            <w:r w:rsidR="00DC0783" w:rsidRPr="00DC0783">
              <w:rPr>
                <w:rFonts w:cstheme="minorHAnsi"/>
                <w:sz w:val="22"/>
                <w:szCs w:val="22"/>
              </w:rPr>
              <w:t>18.76284844</w:t>
            </w:r>
          </w:p>
        </w:tc>
      </w:tr>
      <w:tr w:rsidR="003A5AEE" w:rsidRPr="00E302B2" w14:paraId="59F41D9A" w14:textId="77777777" w:rsidTr="00CA093E">
        <w:tc>
          <w:tcPr>
            <w:tcW w:w="567" w:type="dxa"/>
            <w:vAlign w:val="center"/>
          </w:tcPr>
          <w:p w14:paraId="1F8F9AA2" w14:textId="0DD16898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i)</w:t>
            </w:r>
          </w:p>
        </w:tc>
        <w:tc>
          <w:tcPr>
            <w:tcW w:w="3686" w:type="dxa"/>
            <w:vAlign w:val="center"/>
          </w:tcPr>
          <w:p w14:paraId="632BFEFC" w14:textId="62DBA9B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Oczekiwany termin rozpoczęcia umowy:</w:t>
            </w:r>
          </w:p>
        </w:tc>
        <w:tc>
          <w:tcPr>
            <w:tcW w:w="5245" w:type="dxa"/>
            <w:vAlign w:val="center"/>
          </w:tcPr>
          <w:p w14:paraId="29E1E3FD" w14:textId="30A7BB3F" w:rsidR="003A5AEE" w:rsidRPr="00E302B2" w:rsidRDefault="00DC0783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 później niż 02.03.2026</w:t>
            </w:r>
          </w:p>
        </w:tc>
      </w:tr>
      <w:tr w:rsidR="003A5AEE" w:rsidRPr="00E302B2" w14:paraId="3B917744" w14:textId="77777777" w:rsidTr="00CA093E">
        <w:tc>
          <w:tcPr>
            <w:tcW w:w="567" w:type="dxa"/>
            <w:vAlign w:val="center"/>
          </w:tcPr>
          <w:p w14:paraId="33BF3DC1" w14:textId="7BE97295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k)</w:t>
            </w:r>
          </w:p>
        </w:tc>
        <w:tc>
          <w:tcPr>
            <w:tcW w:w="3686" w:type="dxa"/>
            <w:vAlign w:val="center"/>
          </w:tcPr>
          <w:p w14:paraId="4AB0D45A" w14:textId="2F6B3043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3A5A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Czas trwania umowy</w:t>
            </w:r>
            <w:r w:rsidR="00D746CB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14:paraId="7CCF6638" w14:textId="75B90F1C" w:rsidR="003A5AEE" w:rsidRDefault="00DC0783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30</w:t>
            </w: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.0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.2026</w:t>
            </w:r>
          </w:p>
        </w:tc>
      </w:tr>
      <w:tr w:rsidR="003A5AEE" w:rsidRPr="00E302B2" w14:paraId="4BB0A4A0" w14:textId="77777777" w:rsidTr="00CA093E">
        <w:tc>
          <w:tcPr>
            <w:tcW w:w="567" w:type="dxa"/>
            <w:vAlign w:val="center"/>
          </w:tcPr>
          <w:p w14:paraId="2219CF4C" w14:textId="67430FF8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53325E51" w14:textId="111B4D6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Wymagany czas obowiązywania gwarancji ma wykonane prace:</w:t>
            </w:r>
          </w:p>
        </w:tc>
        <w:tc>
          <w:tcPr>
            <w:tcW w:w="5245" w:type="dxa"/>
            <w:vAlign w:val="center"/>
          </w:tcPr>
          <w:p w14:paraId="4E591CBF" w14:textId="4A0A329E" w:rsidR="003A5AEE" w:rsidRPr="00E302B2" w:rsidRDefault="001C16C1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36 miesięcy</w:t>
            </w:r>
          </w:p>
        </w:tc>
      </w:tr>
      <w:tr w:rsidR="003A5AEE" w:rsidRPr="00E302B2" w14:paraId="085E3835" w14:textId="77777777" w:rsidTr="00CA093E">
        <w:tc>
          <w:tcPr>
            <w:tcW w:w="567" w:type="dxa"/>
            <w:vAlign w:val="center"/>
          </w:tcPr>
          <w:p w14:paraId="732975CE" w14:textId="31450C74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m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89962F7" w14:textId="3FFEFD36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Wymagana wartość i zakres polisy OC:</w:t>
            </w:r>
          </w:p>
        </w:tc>
        <w:tc>
          <w:tcPr>
            <w:tcW w:w="5245" w:type="dxa"/>
            <w:vAlign w:val="center"/>
          </w:tcPr>
          <w:p w14:paraId="4F764C69" w14:textId="4A6E8A94" w:rsidR="003A5AEE" w:rsidRPr="0041404F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6C4A95"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6C4A95" w:rsidRPr="006C4A95">
              <w:rPr>
                <w:rStyle w:val="Uwydatnienie"/>
                <w:i w:val="0"/>
                <w:iCs w:val="0"/>
                <w:sz w:val="22"/>
                <w:szCs w:val="22"/>
              </w:rPr>
              <w:t>0</w:t>
            </w:r>
            <w:r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00</w:t>
            </w: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000 zł</w:t>
            </w:r>
          </w:p>
        </w:tc>
      </w:tr>
      <w:tr w:rsidR="003A5AEE" w:rsidRPr="00E302B2" w14:paraId="4B2C1BB2" w14:textId="77777777" w:rsidTr="00CA093E">
        <w:tc>
          <w:tcPr>
            <w:tcW w:w="567" w:type="dxa"/>
            <w:vAlign w:val="center"/>
          </w:tcPr>
          <w:p w14:paraId="5EFD550F" w14:textId="0B33D5B3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7B4FC89" w14:textId="207FF70E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Referencje/potwierdzenie wykonania prac o tożsamym charakterze:</w:t>
            </w:r>
          </w:p>
        </w:tc>
        <w:tc>
          <w:tcPr>
            <w:tcW w:w="5245" w:type="dxa"/>
            <w:vAlign w:val="center"/>
          </w:tcPr>
          <w:p w14:paraId="3548F6AD" w14:textId="373E932C" w:rsidR="003A5AEE" w:rsidRPr="00E302B2" w:rsidRDefault="00FB59E9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TAK</w:t>
            </w:r>
          </w:p>
        </w:tc>
      </w:tr>
      <w:tr w:rsidR="003A5AEE" w:rsidRPr="00E302B2" w14:paraId="03294898" w14:textId="77777777" w:rsidTr="00CA093E">
        <w:tc>
          <w:tcPr>
            <w:tcW w:w="567" w:type="dxa"/>
            <w:vAlign w:val="center"/>
          </w:tcPr>
          <w:p w14:paraId="14BEFDFB" w14:textId="6214DB6B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n)</w:t>
            </w:r>
          </w:p>
        </w:tc>
        <w:tc>
          <w:tcPr>
            <w:tcW w:w="3686" w:type="dxa"/>
            <w:vAlign w:val="center"/>
          </w:tcPr>
          <w:p w14:paraId="7E22390E" w14:textId="06DB8110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Obowiązkowa wizja lokalna przed złożeniem oferty:</w:t>
            </w:r>
          </w:p>
        </w:tc>
        <w:tc>
          <w:tcPr>
            <w:tcW w:w="5245" w:type="dxa"/>
            <w:vAlign w:val="center"/>
          </w:tcPr>
          <w:p w14:paraId="01F3DB1B" w14:textId="0520BC2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</w:t>
            </w:r>
          </w:p>
        </w:tc>
      </w:tr>
    </w:tbl>
    <w:p w14:paraId="04CB4837" w14:textId="77777777" w:rsidR="00BF3D34" w:rsidRPr="00E302B2" w:rsidRDefault="00BF3D34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2E8C11" w14:textId="77777777" w:rsidR="006C4A95" w:rsidRDefault="006C4A95" w:rsidP="006C4A95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6"/>
          <w:szCs w:val="26"/>
        </w:rPr>
      </w:pPr>
      <w:r w:rsidRPr="001E5C29">
        <w:rPr>
          <w:rFonts w:cstheme="minorHAnsi"/>
          <w:b/>
          <w:bCs/>
          <w:sz w:val="26"/>
          <w:szCs w:val="26"/>
        </w:rPr>
        <w:t>Zakres usługi i odpowiedzialność Wykonawcy:</w:t>
      </w:r>
    </w:p>
    <w:p w14:paraId="377B4A1D" w14:textId="77777777" w:rsidR="006C4A95" w:rsidRDefault="006C4A95" w:rsidP="006C4A95">
      <w:pPr>
        <w:pStyle w:val="Akapitzlist"/>
        <w:jc w:val="both"/>
        <w:rPr>
          <w:rFonts w:cstheme="minorHAnsi"/>
        </w:rPr>
      </w:pPr>
    </w:p>
    <w:p w14:paraId="0FD7094A" w14:textId="72909B68" w:rsidR="006C4A95" w:rsidRPr="00C90489" w:rsidRDefault="006B376A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C90489">
        <w:rPr>
          <w:rFonts w:cstheme="minorHAnsi"/>
        </w:rPr>
        <w:t xml:space="preserve">Remont </w:t>
      </w:r>
      <w:r w:rsidR="00C90489" w:rsidRPr="00C90489">
        <w:rPr>
          <w:rFonts w:eastAsia="Calibri" w:cstheme="minorHAnsi"/>
          <w:iCs/>
        </w:rPr>
        <w:t>stacji transformatorowych ST</w:t>
      </w:r>
      <w:r w:rsidR="00DC0783">
        <w:rPr>
          <w:rFonts w:eastAsia="Calibri" w:cstheme="minorHAnsi"/>
          <w:iCs/>
        </w:rPr>
        <w:t xml:space="preserve"> 2-7-9 i ST 2-7-10 Grudziądz</w:t>
      </w:r>
      <w:r w:rsidR="006C4A95" w:rsidRPr="00C90489">
        <w:rPr>
          <w:rFonts w:cstheme="minorHAnsi"/>
        </w:rPr>
        <w:t xml:space="preserve">. Zakres prac zgodny z Załącznikiem nr </w:t>
      </w:r>
      <w:r w:rsidR="00B073EF" w:rsidRPr="00C90489">
        <w:rPr>
          <w:rFonts w:cstheme="minorHAnsi"/>
        </w:rPr>
        <w:t>1</w:t>
      </w:r>
      <w:r w:rsidR="00F45EB9" w:rsidRPr="00C90489">
        <w:rPr>
          <w:rFonts w:cstheme="minorHAnsi"/>
        </w:rPr>
        <w:t xml:space="preserve">, </w:t>
      </w:r>
      <w:r w:rsidR="00542CCB" w:rsidRPr="00C90489">
        <w:rPr>
          <w:rFonts w:cstheme="minorHAnsi"/>
        </w:rPr>
        <w:t>2</w:t>
      </w:r>
      <w:r w:rsidR="00F45EB9" w:rsidRPr="00C90489">
        <w:rPr>
          <w:rFonts w:cstheme="minorHAnsi"/>
        </w:rPr>
        <w:t>, 3 i 4</w:t>
      </w:r>
      <w:r w:rsidR="006C4A95" w:rsidRPr="00C90489">
        <w:rPr>
          <w:rFonts w:cstheme="minorHAnsi"/>
        </w:rPr>
        <w:t xml:space="preserve"> do niniejszego OPZ</w:t>
      </w:r>
      <w:r w:rsidR="00B073EF" w:rsidRPr="00C90489">
        <w:rPr>
          <w:rFonts w:cstheme="minorHAnsi"/>
        </w:rPr>
        <w:t>.</w:t>
      </w:r>
    </w:p>
    <w:p w14:paraId="478C0BB0" w14:textId="77777777" w:rsidR="006C4A95" w:rsidRPr="00C90489" w:rsidRDefault="006C4A95" w:rsidP="006C4A95">
      <w:pPr>
        <w:pStyle w:val="Akapitzlist"/>
        <w:ind w:hanging="578"/>
        <w:rPr>
          <w:rFonts w:cstheme="minorHAnsi"/>
          <w:sz w:val="21"/>
          <w:szCs w:val="21"/>
        </w:rPr>
      </w:pPr>
    </w:p>
    <w:p w14:paraId="62A9346E" w14:textId="77777777" w:rsidR="006C4A95" w:rsidRPr="001C16C1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 w:rsidRPr="00D43136">
        <w:rPr>
          <w:rFonts w:cstheme="minorHAnsi"/>
          <w:bCs/>
        </w:rPr>
        <w:lastRenderedPageBreak/>
        <w:t xml:space="preserve">Protokół odbioru </w:t>
      </w:r>
      <w:r>
        <w:rPr>
          <w:rFonts w:cstheme="minorHAnsi"/>
          <w:bCs/>
        </w:rPr>
        <w:t xml:space="preserve">prac </w:t>
      </w:r>
      <w:r w:rsidRPr="00D43136">
        <w:rPr>
          <w:rFonts w:cstheme="minorHAnsi"/>
          <w:bCs/>
        </w:rPr>
        <w:t>podpisany i zatwierdzony przez Zamawiającego bez zastrzeżeń jest podstawą do wystawienia faktury VAT przez Wykonawcę zgodnie z zamówieniem.</w:t>
      </w:r>
    </w:p>
    <w:p w14:paraId="104D4378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7F220E75" w14:textId="77777777" w:rsidR="006C4A95" w:rsidRPr="00831C84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Obowiązki Wykonawcy</w:t>
      </w:r>
    </w:p>
    <w:p w14:paraId="5891A3BA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Zapewnienie niezbędnych narzędzi do wykonywania pracy dla swoich pracowników.</w:t>
      </w:r>
    </w:p>
    <w:p w14:paraId="6642EEE9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Zatrudnienie odpowiedniej liczby osób w celu zagwarantowania świadczenia Usługi w wymaganym czasie.</w:t>
      </w:r>
    </w:p>
    <w:p w14:paraId="30D44067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Zamawiającym Regulaminu wykonywania prac w budynku energetycznym.</w:t>
      </w:r>
    </w:p>
    <w:p w14:paraId="6C731ECD" w14:textId="3ABBC59E" w:rsidR="00840E51" w:rsidRPr="004B78D9" w:rsidRDefault="006C4A95" w:rsidP="004B78D9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  <w:color w:val="000000" w:themeColor="text1"/>
        </w:rPr>
        <w:t>Wykonawca</w:t>
      </w:r>
      <w:r w:rsidRPr="00831C84">
        <w:rPr>
          <w:rFonts w:cstheme="minorHAnsi"/>
          <w:bCs/>
          <w:color w:val="000000" w:themeColor="text1"/>
        </w:rPr>
        <w:t xml:space="preserve"> zobowią</w:t>
      </w:r>
      <w:r>
        <w:rPr>
          <w:rFonts w:cstheme="minorHAnsi"/>
          <w:bCs/>
          <w:color w:val="000000" w:themeColor="text1"/>
        </w:rPr>
        <w:t>zany</w:t>
      </w:r>
      <w:r w:rsidRPr="00831C84">
        <w:rPr>
          <w:rFonts w:cstheme="minorHAnsi"/>
          <w:bCs/>
          <w:color w:val="000000" w:themeColor="text1"/>
        </w:rPr>
        <w:t xml:space="preserve"> będzie do </w:t>
      </w:r>
      <w:r w:rsidR="004B78D9">
        <w:rPr>
          <w:rFonts w:cstheme="minorHAnsi"/>
          <w:bCs/>
          <w:color w:val="000000" w:themeColor="text1"/>
        </w:rPr>
        <w:t>przedstawienia wraz z ofertą skanu</w:t>
      </w:r>
      <w:r w:rsidRPr="00831C84">
        <w:rPr>
          <w:rFonts w:cstheme="minorHAnsi"/>
          <w:bCs/>
          <w:color w:val="000000" w:themeColor="text1"/>
        </w:rPr>
        <w:t xml:space="preserve"> Ubezpieczenia od Odpowiedzialności Cywilnej</w:t>
      </w:r>
      <w:r w:rsidR="004B78D9">
        <w:rPr>
          <w:rFonts w:cstheme="minorHAnsi"/>
          <w:bCs/>
          <w:color w:val="000000" w:themeColor="text1"/>
        </w:rPr>
        <w:t xml:space="preserve"> oraz skanu opłaconej składki</w:t>
      </w:r>
      <w:r w:rsidRPr="00831C84">
        <w:rPr>
          <w:rFonts w:cstheme="minorHAnsi"/>
          <w:bCs/>
          <w:color w:val="000000" w:themeColor="text1"/>
        </w:rPr>
        <w:t>, suma ubezpieczenia min</w:t>
      </w:r>
      <w:r w:rsidR="004B78D9">
        <w:rPr>
          <w:rFonts w:cstheme="minorHAnsi"/>
          <w:bCs/>
          <w:color w:val="000000" w:themeColor="text1"/>
        </w:rPr>
        <w:t>.</w:t>
      </w:r>
      <w:r w:rsidRPr="00831C84">
        <w:rPr>
          <w:rFonts w:cstheme="minorHAnsi"/>
          <w:bCs/>
          <w:color w:val="000000" w:themeColor="text1"/>
        </w:rPr>
        <w:t xml:space="preserve"> </w:t>
      </w:r>
      <w:r>
        <w:rPr>
          <w:rFonts w:cstheme="minorHAnsi"/>
          <w:bCs/>
          <w:color w:val="000000" w:themeColor="text1"/>
        </w:rPr>
        <w:t>1 000.000</w:t>
      </w:r>
      <w:r w:rsidRPr="00831C84">
        <w:rPr>
          <w:rFonts w:cstheme="minorHAnsi"/>
          <w:bCs/>
          <w:color w:val="000000" w:themeColor="text1"/>
        </w:rPr>
        <w:t xml:space="preserve"> zł</w:t>
      </w:r>
      <w:r>
        <w:rPr>
          <w:rFonts w:cstheme="minorHAnsi"/>
          <w:bCs/>
          <w:color w:val="000000" w:themeColor="text1"/>
        </w:rPr>
        <w:t>.</w:t>
      </w:r>
    </w:p>
    <w:p w14:paraId="71E2B198" w14:textId="77777777" w:rsidR="006C4A95" w:rsidRPr="009B6363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Wszystkie materiały potrzebne do wykonania zamówienia zakupi Wykonawca.</w:t>
      </w:r>
    </w:p>
    <w:p w14:paraId="1A426829" w14:textId="2A97DA46" w:rsidR="006C4A95" w:rsidRPr="001C16C1" w:rsidRDefault="006C4A95" w:rsidP="004B78D9">
      <w:pPr>
        <w:ind w:left="142"/>
        <w:jc w:val="both"/>
        <w:rPr>
          <w:rFonts w:cstheme="minorHAnsi"/>
          <w:sz w:val="21"/>
          <w:szCs w:val="21"/>
        </w:rPr>
      </w:pPr>
    </w:p>
    <w:p w14:paraId="00A2AF49" w14:textId="77777777" w:rsidR="006C4A95" w:rsidRPr="009573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95730C">
        <w:rPr>
          <w:rFonts w:cstheme="minorHAnsi"/>
        </w:rPr>
        <w:t>Obowiązki Zamawiającego.</w:t>
      </w:r>
    </w:p>
    <w:p w14:paraId="7C2B3472" w14:textId="036BF666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Przekazanie miejsca pracy umożliwiającego zorganizowanie prac przez Wykonawcę,</w:t>
      </w:r>
      <w:r w:rsidRPr="001C16C1">
        <w:rPr>
          <w:rFonts w:cstheme="minorHAnsi"/>
          <w:bCs/>
        </w:rPr>
        <w:br/>
        <w:t>w sposób zapewniający osobom realizującym usługę bezpieczne i higieniczne warunki pracy.</w:t>
      </w:r>
    </w:p>
    <w:p w14:paraId="2087EAB6" w14:textId="77777777" w:rsidR="006C4A95" w:rsidRPr="001C16C1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Wykonawcą Regulaminu wykonywania prac w budynku energetycznym.</w:t>
      </w:r>
    </w:p>
    <w:p w14:paraId="1F1BE680" w14:textId="24BDCB6A" w:rsidR="006C4A95" w:rsidRPr="00CA093E" w:rsidRDefault="006C4A95" w:rsidP="00CA093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Terminowego regulowania swoich zobowiązań wobec Wykonawcy.</w:t>
      </w:r>
    </w:p>
    <w:p w14:paraId="0C667F7D" w14:textId="77777777" w:rsidR="006C4A95" w:rsidRDefault="006C4A95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3BA4B9D2" w14:textId="77777777" w:rsidR="00CA093E" w:rsidRPr="008A0D90" w:rsidRDefault="00CA093E" w:rsidP="00CA093E">
      <w:pPr>
        <w:pStyle w:val="Akapitzlist"/>
        <w:numPr>
          <w:ilvl w:val="0"/>
          <w:numId w:val="39"/>
        </w:numPr>
        <w:jc w:val="both"/>
        <w:rPr>
          <w:rFonts w:cstheme="minorHAnsi"/>
          <w:b/>
          <w:bCs/>
          <w:sz w:val="26"/>
          <w:szCs w:val="26"/>
        </w:rPr>
      </w:pPr>
      <w:r w:rsidRPr="008A0D90">
        <w:rPr>
          <w:rFonts w:cstheme="minorHAnsi"/>
          <w:b/>
          <w:bCs/>
          <w:sz w:val="26"/>
          <w:szCs w:val="26"/>
        </w:rPr>
        <w:t>Wyłączenia zapisów OWZRB</w:t>
      </w:r>
    </w:p>
    <w:p w14:paraId="397990B8" w14:textId="72718E46" w:rsidR="00CA093E" w:rsidRDefault="00CA093E" w:rsidP="00CA093E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 w:rsidRPr="0049750C">
        <w:rPr>
          <w:rFonts w:cstheme="minorHAnsi"/>
        </w:rPr>
        <w:t xml:space="preserve">Płatność za Zamówienie </w:t>
      </w:r>
      <w:r>
        <w:rPr>
          <w:rFonts w:cstheme="minorHAnsi"/>
        </w:rPr>
        <w:t>-</w:t>
      </w:r>
      <w:r w:rsidRPr="0049750C">
        <w:rPr>
          <w:rFonts w:cstheme="minorHAnsi"/>
        </w:rPr>
        <w:t xml:space="preserve"> 100% wartości faktury, po odbiorze </w:t>
      </w:r>
      <w:r>
        <w:rPr>
          <w:rFonts w:cstheme="minorHAnsi"/>
        </w:rPr>
        <w:t xml:space="preserve">prac </w:t>
      </w:r>
      <w:r w:rsidR="007F0D44">
        <w:rPr>
          <w:rFonts w:cstheme="minorHAnsi"/>
        </w:rPr>
        <w:t xml:space="preserve">dla każdej lokalizacji </w:t>
      </w:r>
      <w:r w:rsidRPr="0049750C">
        <w:rPr>
          <w:rFonts w:cstheme="minorHAnsi"/>
        </w:rPr>
        <w:t>na podstawie protokołu</w:t>
      </w:r>
      <w:r w:rsidRPr="0049750C">
        <w:rPr>
          <w:rFonts w:ascii="Aptos" w:hAnsi="Aptos"/>
        </w:rPr>
        <w:t>.</w:t>
      </w:r>
    </w:p>
    <w:p w14:paraId="5B7B8A4E" w14:textId="52B690AC" w:rsidR="00CA093E" w:rsidRPr="00CA093E" w:rsidRDefault="00CA093E" w:rsidP="00CA093E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>
        <w:rPr>
          <w:rFonts w:ascii="Aptos" w:hAnsi="Aptos"/>
        </w:rPr>
        <w:t xml:space="preserve">Zamawiający nie wymaga </w:t>
      </w:r>
      <w:r w:rsidRPr="008A0D90">
        <w:rPr>
          <w:rFonts w:ascii="Aptos" w:hAnsi="Aptos"/>
        </w:rPr>
        <w:t>zabezpieczenia gwarancyjnego w wys</w:t>
      </w:r>
      <w:r>
        <w:rPr>
          <w:rFonts w:ascii="Aptos" w:hAnsi="Aptos"/>
        </w:rPr>
        <w:t>okości</w:t>
      </w:r>
      <w:r w:rsidRPr="008A0D90">
        <w:rPr>
          <w:rFonts w:ascii="Aptos" w:hAnsi="Aptos"/>
        </w:rPr>
        <w:t xml:space="preserve"> 5%</w:t>
      </w:r>
      <w:r>
        <w:rPr>
          <w:rFonts w:ascii="Aptos" w:hAnsi="Aptos"/>
        </w:rPr>
        <w:t>.</w:t>
      </w:r>
    </w:p>
    <w:p w14:paraId="18241776" w14:textId="77777777" w:rsidR="00CA093E" w:rsidRPr="0049750C" w:rsidRDefault="00CA093E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5335A0B9" w14:textId="77777777" w:rsidR="006C4A95" w:rsidRPr="0049750C" w:rsidRDefault="006C4A95" w:rsidP="006C4A95">
      <w:pPr>
        <w:pStyle w:val="Akapitzlist"/>
        <w:numPr>
          <w:ilvl w:val="0"/>
          <w:numId w:val="39"/>
        </w:numPr>
        <w:ind w:left="360"/>
        <w:jc w:val="both"/>
        <w:rPr>
          <w:rFonts w:cstheme="minorHAnsi"/>
          <w:b/>
          <w:bCs/>
          <w:sz w:val="26"/>
          <w:szCs w:val="26"/>
        </w:rPr>
      </w:pPr>
      <w:r w:rsidRPr="0049750C">
        <w:rPr>
          <w:rFonts w:cstheme="minorHAnsi"/>
          <w:b/>
          <w:bCs/>
          <w:sz w:val="26"/>
          <w:szCs w:val="26"/>
        </w:rPr>
        <w:t>Regulacje zewnętrzne i wewnętrzne:</w:t>
      </w:r>
    </w:p>
    <w:p w14:paraId="4B63A988" w14:textId="77777777" w:rsidR="006C4A95" w:rsidRPr="001E5C29" w:rsidRDefault="006C4A95" w:rsidP="006C4A95">
      <w:pPr>
        <w:pStyle w:val="podpunkty"/>
        <w:numPr>
          <w:ilvl w:val="0"/>
          <w:numId w:val="0"/>
        </w:numPr>
        <w:tabs>
          <w:tab w:val="left" w:pos="993"/>
        </w:tabs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uwagi na fakt, że prace muszą być wykonywane pod nadzorem pracownika Rejonu Serwisowego, godziny wykonania prac mogą trwać od 6.30 do 14.30.</w:t>
      </w:r>
    </w:p>
    <w:p w14:paraId="496B9575" w14:textId="77777777" w:rsidR="006C4A95" w:rsidRPr="005B5AF5" w:rsidRDefault="006C4A95" w:rsidP="006C4A95">
      <w:pPr>
        <w:spacing w:after="120"/>
        <w:rPr>
          <w:rStyle w:val="Uwydatnienie"/>
          <w:rFonts w:cstheme="minorHAnsi"/>
        </w:rPr>
      </w:pPr>
    </w:p>
    <w:p w14:paraId="3F51752F" w14:textId="77777777" w:rsidR="006C4A95" w:rsidRPr="00D074E1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cstheme="minorHAnsi"/>
          <w:b/>
          <w:bCs/>
          <w:sz w:val="26"/>
          <w:szCs w:val="26"/>
        </w:rPr>
      </w:pPr>
      <w:r w:rsidRPr="00D074E1">
        <w:rPr>
          <w:rFonts w:cstheme="minorHAnsi"/>
          <w:b/>
          <w:bCs/>
          <w:sz w:val="26"/>
          <w:szCs w:val="26"/>
        </w:rPr>
        <w:t xml:space="preserve">Załączniki: </w:t>
      </w:r>
    </w:p>
    <w:p w14:paraId="72FA0778" w14:textId="5A5E307A" w:rsidR="00F80AF2" w:rsidRDefault="006C4A95" w:rsidP="00675329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1 </w:t>
      </w:r>
      <w:r w:rsidR="00B073EF">
        <w:rPr>
          <w:rFonts w:cstheme="minorHAnsi"/>
          <w:i/>
          <w:iCs/>
        </w:rPr>
        <w:t>-</w:t>
      </w:r>
      <w:r>
        <w:rPr>
          <w:rFonts w:cstheme="minorHAnsi"/>
          <w:i/>
          <w:iCs/>
        </w:rPr>
        <w:t xml:space="preserve"> </w:t>
      </w:r>
      <w:r w:rsidR="00B073EF">
        <w:rPr>
          <w:rFonts w:cstheme="minorHAnsi"/>
          <w:i/>
          <w:iCs/>
        </w:rPr>
        <w:t>Z</w:t>
      </w:r>
      <w:r>
        <w:rPr>
          <w:rFonts w:cstheme="minorHAnsi"/>
          <w:i/>
          <w:iCs/>
        </w:rPr>
        <w:t>akres prac</w:t>
      </w:r>
      <w:r w:rsidR="00F80AF2">
        <w:rPr>
          <w:rFonts w:cstheme="minorHAnsi"/>
          <w:i/>
          <w:iCs/>
        </w:rPr>
        <w:t xml:space="preserve"> </w:t>
      </w:r>
      <w:r w:rsidR="00C90489">
        <w:rPr>
          <w:rFonts w:cstheme="minorHAnsi"/>
          <w:i/>
          <w:iCs/>
        </w:rPr>
        <w:t>ST</w:t>
      </w:r>
      <w:r w:rsidR="00DC0783">
        <w:rPr>
          <w:rFonts w:cstheme="minorHAnsi"/>
          <w:i/>
          <w:iCs/>
        </w:rPr>
        <w:t xml:space="preserve"> 2-7-9 Grudziądz</w:t>
      </w:r>
    </w:p>
    <w:p w14:paraId="202E10C8" w14:textId="516C102E" w:rsidR="00F95369" w:rsidRDefault="006C4A95" w:rsidP="00542CCB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</w:t>
      </w:r>
      <w:r w:rsidR="00675329">
        <w:rPr>
          <w:rFonts w:cstheme="minorHAnsi"/>
          <w:i/>
          <w:iCs/>
        </w:rPr>
        <w:t>2</w:t>
      </w:r>
      <w:r>
        <w:rPr>
          <w:rFonts w:cstheme="minorHAnsi"/>
          <w:i/>
          <w:iCs/>
        </w:rPr>
        <w:t xml:space="preserve"> </w:t>
      </w:r>
      <w:r w:rsidR="00B073EF">
        <w:rPr>
          <w:rFonts w:cstheme="minorHAnsi"/>
          <w:i/>
          <w:iCs/>
        </w:rPr>
        <w:t>-</w:t>
      </w:r>
      <w:r>
        <w:rPr>
          <w:rFonts w:cstheme="minorHAnsi"/>
          <w:i/>
          <w:iCs/>
        </w:rPr>
        <w:t xml:space="preserve"> </w:t>
      </w:r>
      <w:r w:rsidR="00B073EF">
        <w:rPr>
          <w:rFonts w:cstheme="minorHAnsi"/>
          <w:i/>
          <w:iCs/>
        </w:rPr>
        <w:t>K</w:t>
      </w:r>
      <w:r>
        <w:rPr>
          <w:rFonts w:cstheme="minorHAnsi"/>
          <w:i/>
          <w:iCs/>
        </w:rPr>
        <w:t>osztorys ślepy</w:t>
      </w:r>
      <w:r w:rsidR="003D4980">
        <w:rPr>
          <w:rFonts w:cstheme="minorHAnsi"/>
          <w:i/>
          <w:iCs/>
        </w:rPr>
        <w:t xml:space="preserve"> </w:t>
      </w:r>
      <w:r w:rsidR="00C90489">
        <w:rPr>
          <w:rFonts w:cstheme="minorHAnsi"/>
          <w:i/>
          <w:iCs/>
        </w:rPr>
        <w:t>ST 2</w:t>
      </w:r>
      <w:r w:rsidR="00DC0783">
        <w:rPr>
          <w:rFonts w:cstheme="minorHAnsi"/>
          <w:i/>
          <w:iCs/>
        </w:rPr>
        <w:t>-7-9 Grudziądz</w:t>
      </w:r>
    </w:p>
    <w:p w14:paraId="2B20757E" w14:textId="445B5DF2" w:rsidR="00F45EB9" w:rsidRDefault="00F45EB9" w:rsidP="00F45EB9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>Załącznik nr 3 - Zakres prac ST</w:t>
      </w:r>
      <w:r w:rsidR="00C90489">
        <w:rPr>
          <w:rFonts w:cstheme="minorHAnsi"/>
          <w:i/>
          <w:iCs/>
        </w:rPr>
        <w:t xml:space="preserve"> 2-</w:t>
      </w:r>
      <w:r w:rsidR="00DC0783">
        <w:rPr>
          <w:rFonts w:cstheme="minorHAnsi"/>
          <w:i/>
          <w:iCs/>
        </w:rPr>
        <w:t>7-10 Grudziądz</w:t>
      </w:r>
    </w:p>
    <w:p w14:paraId="2103D574" w14:textId="10052F75" w:rsidR="00F45EB9" w:rsidRPr="00675329" w:rsidRDefault="00F45EB9" w:rsidP="00F45EB9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>Załącznik nr 4 - Kosztorys ślepy ST</w:t>
      </w:r>
      <w:r w:rsidR="00C90489">
        <w:rPr>
          <w:rFonts w:cstheme="minorHAnsi"/>
          <w:i/>
          <w:iCs/>
        </w:rPr>
        <w:t xml:space="preserve"> 2-</w:t>
      </w:r>
      <w:r w:rsidR="00DC0783">
        <w:rPr>
          <w:rFonts w:cstheme="minorHAnsi"/>
          <w:i/>
          <w:iCs/>
        </w:rPr>
        <w:t>7-10 Grudziądz</w:t>
      </w:r>
    </w:p>
    <w:sectPr w:rsidR="00F45EB9" w:rsidRPr="00675329" w:rsidSect="00A1265F">
      <w:headerReference w:type="default" r:id="rId12"/>
      <w:footerReference w:type="default" r:id="rId13"/>
      <w:headerReference w:type="first" r:id="rId14"/>
      <w:pgSz w:w="11906" w:h="16838"/>
      <w:pgMar w:top="1843" w:right="794" w:bottom="1134" w:left="1134" w:header="170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E34E5" w14:textId="77777777" w:rsidR="00376BC4" w:rsidRDefault="00376BC4">
      <w:r>
        <w:separator/>
      </w:r>
    </w:p>
  </w:endnote>
  <w:endnote w:type="continuationSeparator" w:id="0">
    <w:p w14:paraId="2AC8E682" w14:textId="77777777" w:rsidR="00376BC4" w:rsidRDefault="00376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8855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16F57" w14:textId="77777777" w:rsidR="00376BC4" w:rsidRDefault="00376BC4">
      <w:r>
        <w:separator/>
      </w:r>
    </w:p>
  </w:footnote>
  <w:footnote w:type="continuationSeparator" w:id="0">
    <w:p w14:paraId="5A729DEA" w14:textId="77777777" w:rsidR="00376BC4" w:rsidRDefault="00376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EAB1" w14:textId="5135E986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4C97B8" wp14:editId="5C6BE89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391222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3C908E" w14:textId="32C7B7DC" w:rsidR="00444F98" w:rsidRDefault="00444F98" w:rsidP="00444F98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C97B8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23C908E" w14:textId="32C7B7DC" w:rsidR="00444F98" w:rsidRDefault="00444F98" w:rsidP="00444F98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6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2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5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16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917391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7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7"/>
  </w:num>
  <w:num w:numId="2" w16cid:durableId="1120954964">
    <w:abstractNumId w:val="27"/>
  </w:num>
  <w:num w:numId="3" w16cid:durableId="1645545218">
    <w:abstractNumId w:val="24"/>
    <w:lvlOverride w:ilvl="0">
      <w:startOverride w:val="1"/>
    </w:lvlOverride>
  </w:num>
  <w:num w:numId="4" w16cid:durableId="807747730">
    <w:abstractNumId w:val="16"/>
  </w:num>
  <w:num w:numId="5" w16cid:durableId="172575038">
    <w:abstractNumId w:val="25"/>
  </w:num>
  <w:num w:numId="6" w16cid:durableId="293490478">
    <w:abstractNumId w:val="14"/>
  </w:num>
  <w:num w:numId="7" w16cid:durableId="211625150">
    <w:abstractNumId w:val="21"/>
  </w:num>
  <w:num w:numId="8" w16cid:durableId="905917667">
    <w:abstractNumId w:val="22"/>
  </w:num>
  <w:num w:numId="9" w16cid:durableId="1440563883">
    <w:abstractNumId w:val="20"/>
  </w:num>
  <w:num w:numId="10" w16cid:durableId="1657881497">
    <w:abstractNumId w:val="8"/>
  </w:num>
  <w:num w:numId="11" w16cid:durableId="906494019">
    <w:abstractNumId w:val="24"/>
  </w:num>
  <w:num w:numId="12" w16cid:durableId="1677659130">
    <w:abstractNumId w:val="7"/>
  </w:num>
  <w:num w:numId="13" w16cid:durableId="2135899947">
    <w:abstractNumId w:val="7"/>
  </w:num>
  <w:num w:numId="14" w16cid:durableId="218136019">
    <w:abstractNumId w:val="23"/>
  </w:num>
  <w:num w:numId="15" w16cid:durableId="1167206625">
    <w:abstractNumId w:val="7"/>
  </w:num>
  <w:num w:numId="16" w16cid:durableId="1909073924">
    <w:abstractNumId w:val="0"/>
  </w:num>
  <w:num w:numId="17" w16cid:durableId="381296969">
    <w:abstractNumId w:val="5"/>
  </w:num>
  <w:num w:numId="18" w16cid:durableId="116997270">
    <w:abstractNumId w:val="7"/>
  </w:num>
  <w:num w:numId="19" w16cid:durableId="1021004842">
    <w:abstractNumId w:val="7"/>
  </w:num>
  <w:num w:numId="20" w16cid:durableId="52968296">
    <w:abstractNumId w:val="6"/>
  </w:num>
  <w:num w:numId="21" w16cid:durableId="1416171574">
    <w:abstractNumId w:val="13"/>
  </w:num>
  <w:num w:numId="22" w16cid:durableId="1488135827">
    <w:abstractNumId w:val="26"/>
  </w:num>
  <w:num w:numId="23" w16cid:durableId="978388457">
    <w:abstractNumId w:val="1"/>
  </w:num>
  <w:num w:numId="24" w16cid:durableId="803810346">
    <w:abstractNumId w:val="15"/>
  </w:num>
  <w:num w:numId="25" w16cid:durableId="58407351">
    <w:abstractNumId w:val="11"/>
  </w:num>
  <w:num w:numId="26" w16cid:durableId="2052536990">
    <w:abstractNumId w:val="10"/>
  </w:num>
  <w:num w:numId="27" w16cid:durableId="340551950">
    <w:abstractNumId w:val="7"/>
  </w:num>
  <w:num w:numId="28" w16cid:durableId="830291445">
    <w:abstractNumId w:val="7"/>
  </w:num>
  <w:num w:numId="29" w16cid:durableId="1128553772">
    <w:abstractNumId w:val="7"/>
  </w:num>
  <w:num w:numId="30" w16cid:durableId="749038800">
    <w:abstractNumId w:val="7"/>
  </w:num>
  <w:num w:numId="31" w16cid:durableId="766581856">
    <w:abstractNumId w:val="7"/>
  </w:num>
  <w:num w:numId="32" w16cid:durableId="937300365">
    <w:abstractNumId w:val="3"/>
  </w:num>
  <w:num w:numId="33" w16cid:durableId="1685743482">
    <w:abstractNumId w:val="4"/>
  </w:num>
  <w:num w:numId="34" w16cid:durableId="1318149637">
    <w:abstractNumId w:val="12"/>
  </w:num>
  <w:num w:numId="35" w16cid:durableId="679428253">
    <w:abstractNumId w:val="2"/>
  </w:num>
  <w:num w:numId="36" w16cid:durableId="1496845271">
    <w:abstractNumId w:val="19"/>
  </w:num>
  <w:num w:numId="37" w16cid:durableId="1125974678">
    <w:abstractNumId w:val="18"/>
  </w:num>
  <w:num w:numId="38" w16cid:durableId="353070662">
    <w:abstractNumId w:val="9"/>
  </w:num>
  <w:num w:numId="39" w16cid:durableId="1187987902">
    <w:abstractNumId w:val="17"/>
  </w:num>
  <w:num w:numId="40" w16cid:durableId="18114372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0146"/>
    <w:rsid w:val="0001127B"/>
    <w:rsid w:val="0001228A"/>
    <w:rsid w:val="00015728"/>
    <w:rsid w:val="00022238"/>
    <w:rsid w:val="00022399"/>
    <w:rsid w:val="000263CF"/>
    <w:rsid w:val="000425CD"/>
    <w:rsid w:val="000442F3"/>
    <w:rsid w:val="00064F42"/>
    <w:rsid w:val="00070563"/>
    <w:rsid w:val="00084FF0"/>
    <w:rsid w:val="00087147"/>
    <w:rsid w:val="00095C9A"/>
    <w:rsid w:val="000A00B7"/>
    <w:rsid w:val="000A19E5"/>
    <w:rsid w:val="000A1D63"/>
    <w:rsid w:val="000C187A"/>
    <w:rsid w:val="000D0731"/>
    <w:rsid w:val="000D13EE"/>
    <w:rsid w:val="000D3B74"/>
    <w:rsid w:val="000D5273"/>
    <w:rsid w:val="000D62DD"/>
    <w:rsid w:val="000E0029"/>
    <w:rsid w:val="000E6397"/>
    <w:rsid w:val="000E7444"/>
    <w:rsid w:val="000F79A6"/>
    <w:rsid w:val="001102E0"/>
    <w:rsid w:val="00112E0F"/>
    <w:rsid w:val="0011319E"/>
    <w:rsid w:val="00116A01"/>
    <w:rsid w:val="00116A9A"/>
    <w:rsid w:val="00121C1B"/>
    <w:rsid w:val="001232AC"/>
    <w:rsid w:val="00124F80"/>
    <w:rsid w:val="00131C2C"/>
    <w:rsid w:val="001327A6"/>
    <w:rsid w:val="00132A1C"/>
    <w:rsid w:val="0013607B"/>
    <w:rsid w:val="0013694F"/>
    <w:rsid w:val="00142B98"/>
    <w:rsid w:val="0014753C"/>
    <w:rsid w:val="001564EC"/>
    <w:rsid w:val="001673CB"/>
    <w:rsid w:val="00170DC8"/>
    <w:rsid w:val="001736E7"/>
    <w:rsid w:val="00183ECC"/>
    <w:rsid w:val="001851DF"/>
    <w:rsid w:val="0019183F"/>
    <w:rsid w:val="00192E7D"/>
    <w:rsid w:val="00193682"/>
    <w:rsid w:val="00197797"/>
    <w:rsid w:val="001A11D2"/>
    <w:rsid w:val="001A16DF"/>
    <w:rsid w:val="001B3294"/>
    <w:rsid w:val="001B4FCF"/>
    <w:rsid w:val="001B7DCF"/>
    <w:rsid w:val="001C11B0"/>
    <w:rsid w:val="001C16C1"/>
    <w:rsid w:val="001C5DB9"/>
    <w:rsid w:val="001D50BF"/>
    <w:rsid w:val="001D5D95"/>
    <w:rsid w:val="001E44E1"/>
    <w:rsid w:val="001E5C29"/>
    <w:rsid w:val="001E7E96"/>
    <w:rsid w:val="00207F3C"/>
    <w:rsid w:val="0021173A"/>
    <w:rsid w:val="002122D7"/>
    <w:rsid w:val="00213C00"/>
    <w:rsid w:val="002228DA"/>
    <w:rsid w:val="00223B84"/>
    <w:rsid w:val="002404DE"/>
    <w:rsid w:val="00241975"/>
    <w:rsid w:val="00242FF6"/>
    <w:rsid w:val="0024372F"/>
    <w:rsid w:val="00243C09"/>
    <w:rsid w:val="00245D1A"/>
    <w:rsid w:val="00250E86"/>
    <w:rsid w:val="00262C6F"/>
    <w:rsid w:val="00267EA4"/>
    <w:rsid w:val="00272EF8"/>
    <w:rsid w:val="00273296"/>
    <w:rsid w:val="00276F85"/>
    <w:rsid w:val="00277126"/>
    <w:rsid w:val="00280944"/>
    <w:rsid w:val="0029657C"/>
    <w:rsid w:val="002A4145"/>
    <w:rsid w:val="002A58BE"/>
    <w:rsid w:val="002B0380"/>
    <w:rsid w:val="002B3719"/>
    <w:rsid w:val="002C3009"/>
    <w:rsid w:val="002C6596"/>
    <w:rsid w:val="002C68B3"/>
    <w:rsid w:val="002D5F18"/>
    <w:rsid w:val="002D67A4"/>
    <w:rsid w:val="002E1C96"/>
    <w:rsid w:val="002E21C0"/>
    <w:rsid w:val="002E3110"/>
    <w:rsid w:val="002E57FA"/>
    <w:rsid w:val="002E66C3"/>
    <w:rsid w:val="002E74FD"/>
    <w:rsid w:val="002F47A6"/>
    <w:rsid w:val="003105F9"/>
    <w:rsid w:val="003130D5"/>
    <w:rsid w:val="003145B4"/>
    <w:rsid w:val="00315A41"/>
    <w:rsid w:val="00315F35"/>
    <w:rsid w:val="00316D86"/>
    <w:rsid w:val="00325580"/>
    <w:rsid w:val="00332877"/>
    <w:rsid w:val="00335F4C"/>
    <w:rsid w:val="0034031D"/>
    <w:rsid w:val="00340E0E"/>
    <w:rsid w:val="0034454F"/>
    <w:rsid w:val="00344C80"/>
    <w:rsid w:val="0035159B"/>
    <w:rsid w:val="00357485"/>
    <w:rsid w:val="00361180"/>
    <w:rsid w:val="00362438"/>
    <w:rsid w:val="0036421E"/>
    <w:rsid w:val="00365E18"/>
    <w:rsid w:val="00370AA2"/>
    <w:rsid w:val="00373AF1"/>
    <w:rsid w:val="00376BC4"/>
    <w:rsid w:val="00377914"/>
    <w:rsid w:val="00383824"/>
    <w:rsid w:val="003848D9"/>
    <w:rsid w:val="00385432"/>
    <w:rsid w:val="00394D00"/>
    <w:rsid w:val="003A095A"/>
    <w:rsid w:val="003A5AEE"/>
    <w:rsid w:val="003A7F73"/>
    <w:rsid w:val="003B0123"/>
    <w:rsid w:val="003B6BBB"/>
    <w:rsid w:val="003B79F1"/>
    <w:rsid w:val="003C0CD8"/>
    <w:rsid w:val="003C1158"/>
    <w:rsid w:val="003C4F0E"/>
    <w:rsid w:val="003C7BD8"/>
    <w:rsid w:val="003D4406"/>
    <w:rsid w:val="003D4980"/>
    <w:rsid w:val="003D646A"/>
    <w:rsid w:val="003D7F3A"/>
    <w:rsid w:val="003E3BCC"/>
    <w:rsid w:val="003E5074"/>
    <w:rsid w:val="003F4CEC"/>
    <w:rsid w:val="003F6B4C"/>
    <w:rsid w:val="004020B9"/>
    <w:rsid w:val="00404168"/>
    <w:rsid w:val="00404F54"/>
    <w:rsid w:val="00406B39"/>
    <w:rsid w:val="00413436"/>
    <w:rsid w:val="0041404F"/>
    <w:rsid w:val="0041719B"/>
    <w:rsid w:val="00424257"/>
    <w:rsid w:val="004260EA"/>
    <w:rsid w:val="004273DD"/>
    <w:rsid w:val="00427CC6"/>
    <w:rsid w:val="0043062D"/>
    <w:rsid w:val="00431B33"/>
    <w:rsid w:val="00434F48"/>
    <w:rsid w:val="00436208"/>
    <w:rsid w:val="00443A21"/>
    <w:rsid w:val="00443F9B"/>
    <w:rsid w:val="00444F98"/>
    <w:rsid w:val="004460BC"/>
    <w:rsid w:val="00447BEB"/>
    <w:rsid w:val="00474F50"/>
    <w:rsid w:val="004764D2"/>
    <w:rsid w:val="00477B3F"/>
    <w:rsid w:val="0049750C"/>
    <w:rsid w:val="00497D75"/>
    <w:rsid w:val="00497FC0"/>
    <w:rsid w:val="004A01FC"/>
    <w:rsid w:val="004A0A94"/>
    <w:rsid w:val="004A22EB"/>
    <w:rsid w:val="004B702C"/>
    <w:rsid w:val="004B78D9"/>
    <w:rsid w:val="004C160A"/>
    <w:rsid w:val="004D2622"/>
    <w:rsid w:val="004D394B"/>
    <w:rsid w:val="004D3D93"/>
    <w:rsid w:val="004D5478"/>
    <w:rsid w:val="004E5A4A"/>
    <w:rsid w:val="004F5E03"/>
    <w:rsid w:val="004F7B45"/>
    <w:rsid w:val="00506FDA"/>
    <w:rsid w:val="00514BB5"/>
    <w:rsid w:val="00526641"/>
    <w:rsid w:val="00527DC5"/>
    <w:rsid w:val="005321B6"/>
    <w:rsid w:val="00537FC4"/>
    <w:rsid w:val="00542CCB"/>
    <w:rsid w:val="00542FB2"/>
    <w:rsid w:val="00545CB7"/>
    <w:rsid w:val="005523EF"/>
    <w:rsid w:val="005531E6"/>
    <w:rsid w:val="0055396F"/>
    <w:rsid w:val="00555D09"/>
    <w:rsid w:val="0056495D"/>
    <w:rsid w:val="0056526C"/>
    <w:rsid w:val="00565860"/>
    <w:rsid w:val="00573692"/>
    <w:rsid w:val="00575F71"/>
    <w:rsid w:val="00576B60"/>
    <w:rsid w:val="00577AF2"/>
    <w:rsid w:val="00585221"/>
    <w:rsid w:val="005871E8"/>
    <w:rsid w:val="00597218"/>
    <w:rsid w:val="005A3048"/>
    <w:rsid w:val="005B1DEE"/>
    <w:rsid w:val="005B3720"/>
    <w:rsid w:val="005B4D3C"/>
    <w:rsid w:val="005B5AF5"/>
    <w:rsid w:val="005C3F9E"/>
    <w:rsid w:val="005C7ACC"/>
    <w:rsid w:val="005D1385"/>
    <w:rsid w:val="005D3D37"/>
    <w:rsid w:val="005E3EBA"/>
    <w:rsid w:val="005F0186"/>
    <w:rsid w:val="005F0AE4"/>
    <w:rsid w:val="005F4D64"/>
    <w:rsid w:val="005F5DB5"/>
    <w:rsid w:val="00600417"/>
    <w:rsid w:val="0060257C"/>
    <w:rsid w:val="006133E4"/>
    <w:rsid w:val="00616A08"/>
    <w:rsid w:val="00626758"/>
    <w:rsid w:val="006300A0"/>
    <w:rsid w:val="00635C8D"/>
    <w:rsid w:val="00651285"/>
    <w:rsid w:val="006529B3"/>
    <w:rsid w:val="00657631"/>
    <w:rsid w:val="00662F35"/>
    <w:rsid w:val="00665BCB"/>
    <w:rsid w:val="00666F4D"/>
    <w:rsid w:val="0067098A"/>
    <w:rsid w:val="00675329"/>
    <w:rsid w:val="00687393"/>
    <w:rsid w:val="006920A5"/>
    <w:rsid w:val="00694810"/>
    <w:rsid w:val="006A3578"/>
    <w:rsid w:val="006B376A"/>
    <w:rsid w:val="006B6F2C"/>
    <w:rsid w:val="006C243D"/>
    <w:rsid w:val="006C3838"/>
    <w:rsid w:val="006C4A95"/>
    <w:rsid w:val="006C4B9A"/>
    <w:rsid w:val="006D010F"/>
    <w:rsid w:val="006D622D"/>
    <w:rsid w:val="006E704B"/>
    <w:rsid w:val="006E7F5B"/>
    <w:rsid w:val="006F0AB2"/>
    <w:rsid w:val="006F1ED0"/>
    <w:rsid w:val="006F6840"/>
    <w:rsid w:val="00710BBE"/>
    <w:rsid w:val="0071123D"/>
    <w:rsid w:val="00714E35"/>
    <w:rsid w:val="00720281"/>
    <w:rsid w:val="007213F0"/>
    <w:rsid w:val="00721FC1"/>
    <w:rsid w:val="0072234B"/>
    <w:rsid w:val="0073302D"/>
    <w:rsid w:val="00737DD8"/>
    <w:rsid w:val="00744B47"/>
    <w:rsid w:val="0074753D"/>
    <w:rsid w:val="007571DA"/>
    <w:rsid w:val="00765A27"/>
    <w:rsid w:val="007662F5"/>
    <w:rsid w:val="00781A19"/>
    <w:rsid w:val="00783751"/>
    <w:rsid w:val="00785794"/>
    <w:rsid w:val="007908EF"/>
    <w:rsid w:val="00795679"/>
    <w:rsid w:val="007A0A6A"/>
    <w:rsid w:val="007A25D2"/>
    <w:rsid w:val="007B216E"/>
    <w:rsid w:val="007B5BC2"/>
    <w:rsid w:val="007C44A5"/>
    <w:rsid w:val="007C44F6"/>
    <w:rsid w:val="007C54B5"/>
    <w:rsid w:val="007C75BE"/>
    <w:rsid w:val="007D74FC"/>
    <w:rsid w:val="007E1B77"/>
    <w:rsid w:val="007F0D44"/>
    <w:rsid w:val="007F2E6B"/>
    <w:rsid w:val="007F331B"/>
    <w:rsid w:val="007F41BD"/>
    <w:rsid w:val="007F62B8"/>
    <w:rsid w:val="007F6BD9"/>
    <w:rsid w:val="00805598"/>
    <w:rsid w:val="0080607C"/>
    <w:rsid w:val="008104A1"/>
    <w:rsid w:val="00813F8D"/>
    <w:rsid w:val="0082443C"/>
    <w:rsid w:val="00826434"/>
    <w:rsid w:val="00826B65"/>
    <w:rsid w:val="00831C84"/>
    <w:rsid w:val="00832C6D"/>
    <w:rsid w:val="00834221"/>
    <w:rsid w:val="008356A1"/>
    <w:rsid w:val="00840E51"/>
    <w:rsid w:val="008459CD"/>
    <w:rsid w:val="00862097"/>
    <w:rsid w:val="0087435A"/>
    <w:rsid w:val="00874FFA"/>
    <w:rsid w:val="0088059C"/>
    <w:rsid w:val="00884A1D"/>
    <w:rsid w:val="00885572"/>
    <w:rsid w:val="0088701D"/>
    <w:rsid w:val="00892381"/>
    <w:rsid w:val="00892AC6"/>
    <w:rsid w:val="00892BA4"/>
    <w:rsid w:val="00895091"/>
    <w:rsid w:val="00895540"/>
    <w:rsid w:val="00895D95"/>
    <w:rsid w:val="008A0734"/>
    <w:rsid w:val="008A2275"/>
    <w:rsid w:val="008A57CD"/>
    <w:rsid w:val="008B6C45"/>
    <w:rsid w:val="008B78A2"/>
    <w:rsid w:val="008C6D54"/>
    <w:rsid w:val="008C76DE"/>
    <w:rsid w:val="008D3275"/>
    <w:rsid w:val="008D44CE"/>
    <w:rsid w:val="008E0228"/>
    <w:rsid w:val="008E3228"/>
    <w:rsid w:val="008E3880"/>
    <w:rsid w:val="008E3A91"/>
    <w:rsid w:val="008E6B24"/>
    <w:rsid w:val="008F47B9"/>
    <w:rsid w:val="008F6153"/>
    <w:rsid w:val="00901F03"/>
    <w:rsid w:val="00903372"/>
    <w:rsid w:val="009278C6"/>
    <w:rsid w:val="009339C6"/>
    <w:rsid w:val="00937690"/>
    <w:rsid w:val="0094004E"/>
    <w:rsid w:val="0094183A"/>
    <w:rsid w:val="00942B0F"/>
    <w:rsid w:val="00946883"/>
    <w:rsid w:val="0095092C"/>
    <w:rsid w:val="009528D6"/>
    <w:rsid w:val="0095730C"/>
    <w:rsid w:val="00962FAE"/>
    <w:rsid w:val="00971D5C"/>
    <w:rsid w:val="0097220C"/>
    <w:rsid w:val="00977C91"/>
    <w:rsid w:val="00985CE9"/>
    <w:rsid w:val="009900EB"/>
    <w:rsid w:val="00990A9F"/>
    <w:rsid w:val="009929B8"/>
    <w:rsid w:val="00996F73"/>
    <w:rsid w:val="009A05B1"/>
    <w:rsid w:val="009B47C1"/>
    <w:rsid w:val="009B53DD"/>
    <w:rsid w:val="009B6363"/>
    <w:rsid w:val="009C1ABA"/>
    <w:rsid w:val="009C3B5E"/>
    <w:rsid w:val="009C4172"/>
    <w:rsid w:val="009C6F8B"/>
    <w:rsid w:val="009C73AC"/>
    <w:rsid w:val="009D6EC7"/>
    <w:rsid w:val="009E2F52"/>
    <w:rsid w:val="009E4170"/>
    <w:rsid w:val="009E4202"/>
    <w:rsid w:val="009E5913"/>
    <w:rsid w:val="009F63BA"/>
    <w:rsid w:val="00A02284"/>
    <w:rsid w:val="00A02DD1"/>
    <w:rsid w:val="00A03E7A"/>
    <w:rsid w:val="00A050F8"/>
    <w:rsid w:val="00A053D5"/>
    <w:rsid w:val="00A058AB"/>
    <w:rsid w:val="00A05948"/>
    <w:rsid w:val="00A10D1B"/>
    <w:rsid w:val="00A1265F"/>
    <w:rsid w:val="00A2018F"/>
    <w:rsid w:val="00A238BB"/>
    <w:rsid w:val="00A23FD7"/>
    <w:rsid w:val="00A26D12"/>
    <w:rsid w:val="00A45926"/>
    <w:rsid w:val="00A47C45"/>
    <w:rsid w:val="00A52256"/>
    <w:rsid w:val="00A571FF"/>
    <w:rsid w:val="00A63402"/>
    <w:rsid w:val="00A63DCC"/>
    <w:rsid w:val="00A66581"/>
    <w:rsid w:val="00A77F55"/>
    <w:rsid w:val="00A83228"/>
    <w:rsid w:val="00A91227"/>
    <w:rsid w:val="00AA1002"/>
    <w:rsid w:val="00AA5673"/>
    <w:rsid w:val="00AB3570"/>
    <w:rsid w:val="00AB638F"/>
    <w:rsid w:val="00AB6FE4"/>
    <w:rsid w:val="00AC2535"/>
    <w:rsid w:val="00AD1184"/>
    <w:rsid w:val="00AD2303"/>
    <w:rsid w:val="00AD69C4"/>
    <w:rsid w:val="00AE11AB"/>
    <w:rsid w:val="00AE2114"/>
    <w:rsid w:val="00AE37FB"/>
    <w:rsid w:val="00AE611A"/>
    <w:rsid w:val="00AF37E7"/>
    <w:rsid w:val="00B05B0A"/>
    <w:rsid w:val="00B06E92"/>
    <w:rsid w:val="00B073EF"/>
    <w:rsid w:val="00B11154"/>
    <w:rsid w:val="00B12149"/>
    <w:rsid w:val="00B17CB5"/>
    <w:rsid w:val="00B21ECC"/>
    <w:rsid w:val="00B272ED"/>
    <w:rsid w:val="00B30DAF"/>
    <w:rsid w:val="00B538FB"/>
    <w:rsid w:val="00B61753"/>
    <w:rsid w:val="00B6604C"/>
    <w:rsid w:val="00B731F5"/>
    <w:rsid w:val="00B825D3"/>
    <w:rsid w:val="00B831E8"/>
    <w:rsid w:val="00B86B56"/>
    <w:rsid w:val="00B91F09"/>
    <w:rsid w:val="00BA1A27"/>
    <w:rsid w:val="00BA2281"/>
    <w:rsid w:val="00BA379A"/>
    <w:rsid w:val="00BA7D8C"/>
    <w:rsid w:val="00BB4AE1"/>
    <w:rsid w:val="00BB52C8"/>
    <w:rsid w:val="00BB5CC4"/>
    <w:rsid w:val="00BC119C"/>
    <w:rsid w:val="00BC3266"/>
    <w:rsid w:val="00BD0941"/>
    <w:rsid w:val="00BD4F1F"/>
    <w:rsid w:val="00BE1B86"/>
    <w:rsid w:val="00BE2A09"/>
    <w:rsid w:val="00BE3AF0"/>
    <w:rsid w:val="00BE3D66"/>
    <w:rsid w:val="00BE42ED"/>
    <w:rsid w:val="00BF093E"/>
    <w:rsid w:val="00BF09E0"/>
    <w:rsid w:val="00BF3D34"/>
    <w:rsid w:val="00BF6572"/>
    <w:rsid w:val="00C03999"/>
    <w:rsid w:val="00C06AEE"/>
    <w:rsid w:val="00C10543"/>
    <w:rsid w:val="00C14A42"/>
    <w:rsid w:val="00C15A44"/>
    <w:rsid w:val="00C178AC"/>
    <w:rsid w:val="00C22788"/>
    <w:rsid w:val="00C24843"/>
    <w:rsid w:val="00C250F2"/>
    <w:rsid w:val="00C25235"/>
    <w:rsid w:val="00C27955"/>
    <w:rsid w:val="00C31B53"/>
    <w:rsid w:val="00C365C9"/>
    <w:rsid w:val="00C41956"/>
    <w:rsid w:val="00C430D5"/>
    <w:rsid w:val="00C57F3B"/>
    <w:rsid w:val="00C62ECE"/>
    <w:rsid w:val="00C70CF4"/>
    <w:rsid w:val="00C712FE"/>
    <w:rsid w:val="00C74E66"/>
    <w:rsid w:val="00C7515E"/>
    <w:rsid w:val="00C751C6"/>
    <w:rsid w:val="00C76766"/>
    <w:rsid w:val="00C77AD1"/>
    <w:rsid w:val="00C83C11"/>
    <w:rsid w:val="00C8542D"/>
    <w:rsid w:val="00C90489"/>
    <w:rsid w:val="00C93EDC"/>
    <w:rsid w:val="00CA093E"/>
    <w:rsid w:val="00CA33B2"/>
    <w:rsid w:val="00CB01E0"/>
    <w:rsid w:val="00CB2122"/>
    <w:rsid w:val="00CC00AF"/>
    <w:rsid w:val="00CC599A"/>
    <w:rsid w:val="00CC5AA6"/>
    <w:rsid w:val="00CC6E86"/>
    <w:rsid w:val="00CF48EF"/>
    <w:rsid w:val="00CF4F82"/>
    <w:rsid w:val="00CF6A61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2249"/>
    <w:rsid w:val="00D23A6C"/>
    <w:rsid w:val="00D31214"/>
    <w:rsid w:val="00D31EB9"/>
    <w:rsid w:val="00D33949"/>
    <w:rsid w:val="00D37524"/>
    <w:rsid w:val="00D37824"/>
    <w:rsid w:val="00D37F38"/>
    <w:rsid w:val="00D41E88"/>
    <w:rsid w:val="00D43136"/>
    <w:rsid w:val="00D5258D"/>
    <w:rsid w:val="00D56B44"/>
    <w:rsid w:val="00D630D0"/>
    <w:rsid w:val="00D6676F"/>
    <w:rsid w:val="00D71E83"/>
    <w:rsid w:val="00D72E6D"/>
    <w:rsid w:val="00D746CB"/>
    <w:rsid w:val="00D8235B"/>
    <w:rsid w:val="00D86F35"/>
    <w:rsid w:val="00D91F4D"/>
    <w:rsid w:val="00DA6AD1"/>
    <w:rsid w:val="00DB5F5A"/>
    <w:rsid w:val="00DB6E07"/>
    <w:rsid w:val="00DC0783"/>
    <w:rsid w:val="00DC3A0B"/>
    <w:rsid w:val="00DC4773"/>
    <w:rsid w:val="00DC7A79"/>
    <w:rsid w:val="00DD272D"/>
    <w:rsid w:val="00DD7419"/>
    <w:rsid w:val="00DE2B59"/>
    <w:rsid w:val="00DE4F77"/>
    <w:rsid w:val="00DE5B0D"/>
    <w:rsid w:val="00DE77D6"/>
    <w:rsid w:val="00E06F87"/>
    <w:rsid w:val="00E07222"/>
    <w:rsid w:val="00E10FDD"/>
    <w:rsid w:val="00E22BC8"/>
    <w:rsid w:val="00E239CD"/>
    <w:rsid w:val="00E2528D"/>
    <w:rsid w:val="00E302B2"/>
    <w:rsid w:val="00E377A9"/>
    <w:rsid w:val="00E40BB0"/>
    <w:rsid w:val="00E4311A"/>
    <w:rsid w:val="00E43CD6"/>
    <w:rsid w:val="00E460AE"/>
    <w:rsid w:val="00E46357"/>
    <w:rsid w:val="00E54DE0"/>
    <w:rsid w:val="00E61360"/>
    <w:rsid w:val="00E63127"/>
    <w:rsid w:val="00E7751B"/>
    <w:rsid w:val="00E80598"/>
    <w:rsid w:val="00E92CD6"/>
    <w:rsid w:val="00E941A2"/>
    <w:rsid w:val="00E9487A"/>
    <w:rsid w:val="00EA297D"/>
    <w:rsid w:val="00EA4699"/>
    <w:rsid w:val="00EA5389"/>
    <w:rsid w:val="00EA69E7"/>
    <w:rsid w:val="00EB20E4"/>
    <w:rsid w:val="00EB5FE9"/>
    <w:rsid w:val="00EC1902"/>
    <w:rsid w:val="00ED58F4"/>
    <w:rsid w:val="00EF0389"/>
    <w:rsid w:val="00EF2124"/>
    <w:rsid w:val="00F0134C"/>
    <w:rsid w:val="00F0459F"/>
    <w:rsid w:val="00F0656C"/>
    <w:rsid w:val="00F11B5B"/>
    <w:rsid w:val="00F12405"/>
    <w:rsid w:val="00F17590"/>
    <w:rsid w:val="00F41377"/>
    <w:rsid w:val="00F45EB9"/>
    <w:rsid w:val="00F6332C"/>
    <w:rsid w:val="00F640D8"/>
    <w:rsid w:val="00F655E1"/>
    <w:rsid w:val="00F66EA7"/>
    <w:rsid w:val="00F70632"/>
    <w:rsid w:val="00F72444"/>
    <w:rsid w:val="00F72ABE"/>
    <w:rsid w:val="00F7664C"/>
    <w:rsid w:val="00F77AC9"/>
    <w:rsid w:val="00F80AF2"/>
    <w:rsid w:val="00F82685"/>
    <w:rsid w:val="00F93510"/>
    <w:rsid w:val="00F95369"/>
    <w:rsid w:val="00F97A05"/>
    <w:rsid w:val="00FA3D47"/>
    <w:rsid w:val="00FB4A2F"/>
    <w:rsid w:val="00FB59E9"/>
    <w:rsid w:val="00FF01ED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uiPriority w:val="34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OPZ Remont budynków stacji transformatorowych ST 2-7-9 i ST 2-7-10 Grudziądz.docx</dmsv2BaseFileName>
    <dmsv2BaseDisplayName xmlns="http://schemas.microsoft.com/sharepoint/v3">OPZ Remont budynków stacji transformatorowych ST 2-7-9 i ST 2-7-10 Grudziądz</dmsv2BaseDisplayName>
    <dmsv2SWPP2ObjectNumber xmlns="http://schemas.microsoft.com/sharepoint/v3" xsi:nil="true"/>
    <dmsv2SWPP2SumMD5 xmlns="http://schemas.microsoft.com/sharepoint/v3">b2a09b919d457cec1cb18d90e4641f50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699588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23783108</dmsv2BaseClientSystemDocumentID>
    <dmsv2BaseModifiedByID xmlns="http://schemas.microsoft.com/sharepoint/v3">p.lasocki@pkpenergetyka.pl</dmsv2BaseModifiedByID>
    <dmsv2BaseCreatedByID xmlns="http://schemas.microsoft.com/sharepoint/v3">p.lasocki@pkpenergetyka.pl</dmsv2BaseCreatedByID>
    <dmsv2SWPP2ObjectDepartment xmlns="http://schemas.microsoft.com/sharepoint/v3">00000001001600060005</dmsv2SWPP2ObjectDepartment>
    <dmsv2SWPP2ObjectName xmlns="http://schemas.microsoft.com/sharepoint/v3">Wniosek</dmsv2SWPP2ObjectName>
    <_dlc_DocId xmlns="a19cb1c7-c5c7-46d4-85ae-d83685407bba">DPFVW34YURAE-1996658973-11356</_dlc_DocId>
    <_dlc_DocIdUrl xmlns="a19cb1c7-c5c7-46d4-85ae-d83685407bba">
      <Url>https://swpp2.dms.gkpge.pl/sites/40/_layouts/15/DocIdRedir.aspx?ID=DPFVW34YURAE-1996658973-11356</Url>
      <Description>DPFVW34YURAE-1996658973-11356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4A80A-86FD-4E7C-934D-2B7D9D17FB8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451D1-23FA-4A73-B7EF-7FAEB46F8AD4}"/>
</file>

<file path=customXml/itemProps4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170901.dotx</Template>
  <TotalTime>3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Łukasz Niewiarowski</cp:lastModifiedBy>
  <cp:revision>2</cp:revision>
  <cp:lastPrinted>2023-08-21T07:51:00Z</cp:lastPrinted>
  <dcterms:created xsi:type="dcterms:W3CDTF">2025-11-21T09:07:00Z</dcterms:created>
  <dcterms:modified xsi:type="dcterms:W3CDTF">2025-11-21T09:07:00Z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_dlc_DocIdItemGuid">
    <vt:lpwstr>a8c7e6d6-10a7-4115-a8f3-3280075039ad</vt:lpwstr>
  </property>
  <property fmtid="{D5CDD505-2E9C-101B-9397-08002B2CF9AE}" pid="11" name="PGEEKCATEGORY">
    <vt:lpwstr>DUWWS</vt:lpwstr>
  </property>
  <property fmtid="{D5CDD505-2E9C-101B-9397-08002B2CF9AE}" pid="12" name="PGEEKClassifiedBy">
    <vt:lpwstr>PKPENERGETYKA\g.zanko;Gabriela Zańko</vt:lpwstr>
  </property>
  <property fmtid="{D5CDD505-2E9C-101B-9397-08002B2CF9AE}" pid="13" name="PGEEKClassificationDate">
    <vt:lpwstr>2024-02-20T10:49:36.2406258+01:00</vt:lpwstr>
  </property>
  <property fmtid="{D5CDD505-2E9C-101B-9397-08002B2CF9AE}" pid="14" name="PGEEKClassifiedBySID">
    <vt:lpwstr>PKPENERGETYKA\S-1-5-21-3871890766-2155079996-2380071410-90780</vt:lpwstr>
  </property>
  <property fmtid="{D5CDD505-2E9C-101B-9397-08002B2CF9AE}" pid="15" name="PGEEKGRNItemId">
    <vt:lpwstr>GRN-fe40652f-7873-4adc-9656-fb83a30a385f</vt:lpwstr>
  </property>
  <property fmtid="{D5CDD505-2E9C-101B-9397-08002B2CF9AE}" pid="16" name="PGEEKHash">
    <vt:lpwstr>B0R9wNWsmdadwGioJozpar/hUjeOIPl1zlqTnKXRv1A=</vt:lpwstr>
  </property>
  <property fmtid="{D5CDD505-2E9C-101B-9397-08002B2CF9AE}" pid="17" name="PGEEKVisualMarkingsSettings">
    <vt:lpwstr>HeaderAlignment=1;FooterAlignment=1</vt:lpwstr>
  </property>
  <property fmtid="{D5CDD505-2E9C-101B-9397-08002B2CF9AE}" pid="18" name="DLPManualFileClassification">
    <vt:lpwstr>{7f7a121b-6a04-41a6-8a53-86f03a2aa532}</vt:lpwstr>
  </property>
  <property fmtid="{D5CDD505-2E9C-101B-9397-08002B2CF9AE}" pid="19" name="PGEEKRefresh">
    <vt:lpwstr>False</vt:lpwstr>
  </property>
</Properties>
</file>